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E36" w:rsidRDefault="00494E36"/>
    <w:sectPr w:rsidR="00494E36" w:rsidSect="00494E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4E36"/>
    <w:rsid w:val="00494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Cs w:val="24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0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</dc:title>
  <dc:subject>orgAnice Pi</dc:subject>
  <dc:creator>orgAnice Software GmbH</dc:creator>
  <cp:keywords/>
  <dc:description/>
  <cp:lastModifiedBy>Matthias Kozlowski</cp:lastModifiedBy>
  <cp:revision>3</cp:revision>
  <dcterms:created xsi:type="dcterms:W3CDTF">2001-02-01T09:35:00Z</dcterms:created>
  <dcterms:modified xsi:type="dcterms:W3CDTF">2002-01-17T15:19:00Z</dcterms:modified>
  <cp:category>orgAnice Pi-Vorlage</cp:category>
</cp:coreProperties>
</file>